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F55FB5" w:rsidRPr="00F55FB5">
        <w:rPr>
          <w:b/>
          <w:i w:val="0"/>
          <w:sz w:val="22"/>
          <w:szCs w:val="22"/>
        </w:rPr>
        <w:t>1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F55FB5" w:rsidRPr="00F55FB5">
        <w:rPr>
          <w:rFonts w:ascii="Times New Roman" w:hAnsi="Times New Roman"/>
          <w:b/>
        </w:rPr>
        <w:t>BP.271.41.2019.BS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55FB5" w:rsidRPr="00F55FB5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55FB5" w:rsidRPr="00F55FB5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F55FB5" w:rsidRPr="00F55FB5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55FB5" w:rsidRPr="00F55FB5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F55FB5" w:rsidRPr="00F55FB5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F55FB5" w:rsidRPr="00F55FB5">
        <w:rPr>
          <w:rFonts w:ascii="Times New Roman" w:hAnsi="Times New Roman"/>
        </w:rPr>
        <w:t>(</w:t>
      </w:r>
      <w:proofErr w:type="spellStart"/>
      <w:r w:rsidR="00F55FB5" w:rsidRPr="00F55FB5">
        <w:rPr>
          <w:rFonts w:ascii="Times New Roman" w:hAnsi="Times New Roman"/>
        </w:rPr>
        <w:t>t.j</w:t>
      </w:r>
      <w:proofErr w:type="spellEnd"/>
      <w:r w:rsidR="00F55FB5" w:rsidRPr="00F55FB5">
        <w:rPr>
          <w:rFonts w:ascii="Times New Roman" w:hAnsi="Times New Roman"/>
        </w:rPr>
        <w:t xml:space="preserve">. </w:t>
      </w:r>
      <w:proofErr w:type="spellStart"/>
      <w:r w:rsidR="00F55FB5" w:rsidRPr="00F55FB5">
        <w:rPr>
          <w:rFonts w:ascii="Times New Roman" w:hAnsi="Times New Roman"/>
        </w:rPr>
        <w:t>Dz.U</w:t>
      </w:r>
      <w:proofErr w:type="spellEnd"/>
      <w:r w:rsidR="00F55FB5" w:rsidRPr="00F55FB5">
        <w:rPr>
          <w:rFonts w:ascii="Times New Roman" w:hAnsi="Times New Roman"/>
        </w:rPr>
        <w:t>. z 2019 r. poz. 1843)</w:t>
      </w:r>
      <w:r w:rsidR="00F66810" w:rsidRPr="00F90CD1">
        <w:rPr>
          <w:rFonts w:ascii="Times New Roman" w:hAnsi="Times New Roman"/>
        </w:rPr>
        <w:t xml:space="preserve"> (dalej jako: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F55FB5" w:rsidRPr="00F55FB5">
        <w:rPr>
          <w:rFonts w:ascii="Times New Roman" w:hAnsi="Times New Roman"/>
          <w:b/>
        </w:rPr>
        <w:t>Budowa ścieżek rowerowych w kierunku Zbrudzewa, odcinek 0+325 - 2+322, w kierunku Mechlina odcinek 0+325 - 0+748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F55FB5" w:rsidRPr="00F55FB5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lastRenderedPageBreak/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C81012" w:rsidRPr="0095644B" w:rsidRDefault="00F90CD1" w:rsidP="0095644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  <w:bookmarkStart w:id="0" w:name="_GoBack"/>
      <w:bookmarkEnd w:id="0"/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659" w:rsidRDefault="00761659" w:rsidP="0038231F">
      <w:pPr>
        <w:spacing w:after="0" w:line="240" w:lineRule="auto"/>
      </w:pPr>
      <w:r>
        <w:separator/>
      </w:r>
    </w:p>
  </w:endnote>
  <w:endnote w:type="continuationSeparator" w:id="0">
    <w:p w:rsidR="00761659" w:rsidRDefault="007616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5644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5644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659" w:rsidRDefault="00761659" w:rsidP="0038231F">
      <w:pPr>
        <w:spacing w:after="0" w:line="240" w:lineRule="auto"/>
      </w:pPr>
      <w:r>
        <w:separator/>
      </w:r>
    </w:p>
  </w:footnote>
  <w:footnote w:type="continuationSeparator" w:id="0">
    <w:p w:rsidR="00761659" w:rsidRDefault="0076165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44B" w:rsidRDefault="0095644B" w:rsidP="009564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5CDC5639" wp14:editId="0BE49FDA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CD52B2F" wp14:editId="78E6A4BB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2" name="Obraz 2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34A8109" wp14:editId="1C450DB7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3" name="Obraz 3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02BD7FC" wp14:editId="4D09A25B">
          <wp:extent cx="1344305" cy="688637"/>
          <wp:effectExtent l="0" t="0" r="8255" b="0"/>
          <wp:docPr id="1" name="Obraz 1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FB5" w:rsidRDefault="00F55F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59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61659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44B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969A4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55FB5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F47C6-87ED-4799-A840-BE829C821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cp:lastPrinted>2016-07-26T11:32:00Z</cp:lastPrinted>
  <dcterms:created xsi:type="dcterms:W3CDTF">2019-12-02T09:12:00Z</dcterms:created>
  <dcterms:modified xsi:type="dcterms:W3CDTF">2019-12-02T10:08:00Z</dcterms:modified>
</cp:coreProperties>
</file>